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9E61B" w14:textId="77777777" w:rsidR="005C7AFF" w:rsidRPr="00FC2390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13DD4C2A" w14:textId="77777777" w:rsidR="005C7AFF" w:rsidRPr="00FC2390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2BBF9D22" w14:textId="77777777" w:rsidR="00387F6D" w:rsidRPr="00FC2390" w:rsidRDefault="00387F6D" w:rsidP="00CF1252">
      <w:pPr>
        <w:shd w:val="clear" w:color="auto" w:fill="E6E6E6"/>
        <w:ind w:right="-1024"/>
        <w:jc w:val="right"/>
        <w:rPr>
          <w:b/>
          <w:bCs/>
          <w:snapToGrid w:val="0"/>
          <w:lang w:eastAsia="en-US"/>
        </w:rPr>
      </w:pPr>
      <w:r w:rsidRPr="00FC2390">
        <w:rPr>
          <w:b/>
          <w:bCs/>
          <w:snapToGrid w:val="0"/>
          <w:lang w:eastAsia="en-US"/>
        </w:rPr>
        <w:t xml:space="preserve">Anexa 11 </w:t>
      </w:r>
    </w:p>
    <w:p w14:paraId="70FBFA32" w14:textId="77777777" w:rsidR="00387F6D" w:rsidRPr="00FC2390" w:rsidRDefault="00387F6D" w:rsidP="00CF1252">
      <w:pPr>
        <w:shd w:val="clear" w:color="auto" w:fill="E6E6E6"/>
        <w:ind w:right="-1024"/>
        <w:jc w:val="right"/>
        <w:rPr>
          <w:b/>
          <w:bCs/>
          <w:snapToGrid w:val="0"/>
          <w:lang w:eastAsia="en-US"/>
        </w:rPr>
      </w:pPr>
    </w:p>
    <w:p w14:paraId="0DBA4235" w14:textId="77777777" w:rsidR="00387F6D" w:rsidRPr="00FC2390" w:rsidRDefault="00387F6D" w:rsidP="00CF1252">
      <w:pPr>
        <w:shd w:val="clear" w:color="auto" w:fill="E6E6E6"/>
        <w:ind w:right="-1024"/>
        <w:jc w:val="both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FC2390">
        <w:rPr>
          <w:rFonts w:asciiTheme="minorHAnsi" w:hAnsiTheme="minorHAnsi" w:cstheme="minorHAnsi"/>
          <w:b/>
          <w:bCs/>
          <w:snapToGrid w:val="0"/>
          <w:lang w:eastAsia="en-US"/>
        </w:rPr>
        <w:t>Lista de echipamente și/sau lucrări și/sau servicii cu încadrarea acestora pe secțiunea de cheltuieli eligibile /neeligibile (dacă este cazul)</w:t>
      </w:r>
    </w:p>
    <w:p w14:paraId="3D8AB06A" w14:textId="77777777" w:rsidR="00387F6D" w:rsidRPr="00FC2390" w:rsidRDefault="00387F6D" w:rsidP="00387F6D">
      <w:pPr>
        <w:spacing w:before="120" w:after="120"/>
        <w:rPr>
          <w:rFonts w:asciiTheme="minorHAnsi" w:hAnsiTheme="minorHAnsi" w:cstheme="minorHAnsi"/>
          <w:lang w:eastAsia="en-US"/>
        </w:rPr>
      </w:pPr>
      <w:r w:rsidRPr="00FC2390">
        <w:rPr>
          <w:rFonts w:asciiTheme="minorHAnsi" w:hAnsiTheme="minorHAnsi" w:cstheme="minorHAnsi"/>
          <w:lang w:eastAsia="en-US"/>
        </w:rPr>
        <w:t xml:space="preserve">În </w:t>
      </w:r>
      <w:r w:rsidR="00151494" w:rsidRPr="00FC2390">
        <w:rPr>
          <w:rFonts w:asciiTheme="minorHAnsi" w:hAnsiTheme="minorHAnsi" w:cstheme="minorHAnsi"/>
          <w:lang w:eastAsia="en-US"/>
        </w:rPr>
        <w:t>funcție</w:t>
      </w:r>
      <w:r w:rsidRPr="00FC2390">
        <w:rPr>
          <w:rFonts w:asciiTheme="minorHAnsi" w:hAnsiTheme="minorHAnsi" w:cstheme="minorHAnsi"/>
          <w:lang w:eastAsia="en-US"/>
        </w:rPr>
        <w:t xml:space="preserve"> de tipul de proiect, şi de ce se propune a se </w:t>
      </w:r>
      <w:r w:rsidR="00151494" w:rsidRPr="00FC2390">
        <w:rPr>
          <w:rFonts w:asciiTheme="minorHAnsi" w:hAnsiTheme="minorHAnsi" w:cstheme="minorHAnsi"/>
          <w:lang w:eastAsia="en-US"/>
        </w:rPr>
        <w:t>achiziționa</w:t>
      </w:r>
      <w:r w:rsidRPr="00FC2390">
        <w:rPr>
          <w:rFonts w:asciiTheme="minorHAnsi" w:hAnsiTheme="minorHAnsi" w:cstheme="minorHAnsi"/>
          <w:lang w:eastAsia="en-US"/>
        </w:rPr>
        <w:t xml:space="preserve"> se va completa următorul tabel:</w:t>
      </w:r>
    </w:p>
    <w:p w14:paraId="724EDDB8" w14:textId="77777777" w:rsidR="00CF1252" w:rsidRPr="00CF1252" w:rsidRDefault="00CF1252" w:rsidP="00CF1252">
      <w:pPr>
        <w:rPr>
          <w:rFonts w:asciiTheme="minorHAnsi" w:hAnsiTheme="minorHAnsi" w:cstheme="minorHAnsi"/>
        </w:rPr>
      </w:pPr>
    </w:p>
    <w:tbl>
      <w:tblPr>
        <w:tblStyle w:val="Tabelgril"/>
        <w:tblW w:w="14235" w:type="dxa"/>
        <w:tblInd w:w="-206" w:type="dxa"/>
        <w:tblLayout w:type="fixed"/>
        <w:tblLook w:val="04A0" w:firstRow="1" w:lastRow="0" w:firstColumn="1" w:lastColumn="0" w:noHBand="0" w:noVBand="1"/>
      </w:tblPr>
      <w:tblGrid>
        <w:gridCol w:w="608"/>
        <w:gridCol w:w="1337"/>
        <w:gridCol w:w="586"/>
        <w:gridCol w:w="1127"/>
        <w:gridCol w:w="1435"/>
        <w:gridCol w:w="1176"/>
        <w:gridCol w:w="1729"/>
        <w:gridCol w:w="1842"/>
        <w:gridCol w:w="2917"/>
        <w:gridCol w:w="1478"/>
      </w:tblGrid>
      <w:tr w:rsidR="00CF1252" w:rsidRPr="00CF1252" w14:paraId="5CECDD09" w14:textId="77777777" w:rsidTr="00F73DCA">
        <w:tc>
          <w:tcPr>
            <w:tcW w:w="608" w:type="dxa"/>
            <w:shd w:val="clear" w:color="auto" w:fill="D9D9D9"/>
          </w:tcPr>
          <w:p w14:paraId="569CE03E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  <w:b/>
                <w:bCs/>
              </w:rPr>
              <w:t>Nr. crt.</w:t>
            </w:r>
          </w:p>
        </w:tc>
        <w:tc>
          <w:tcPr>
            <w:tcW w:w="1337" w:type="dxa"/>
            <w:shd w:val="clear" w:color="auto" w:fill="D9D9D9"/>
          </w:tcPr>
          <w:p w14:paraId="5B5382DD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  <w:b/>
                <w:bCs/>
              </w:rPr>
              <w:t>Denumirea echipamentelor/lucrărilor/ serviciilor</w:t>
            </w:r>
          </w:p>
        </w:tc>
        <w:tc>
          <w:tcPr>
            <w:tcW w:w="586" w:type="dxa"/>
            <w:shd w:val="clear" w:color="auto" w:fill="D9D9D9"/>
          </w:tcPr>
          <w:p w14:paraId="2DD0380C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  <w:b/>
                <w:bCs/>
              </w:rPr>
              <w:t>UM</w:t>
            </w:r>
          </w:p>
        </w:tc>
        <w:tc>
          <w:tcPr>
            <w:tcW w:w="1127" w:type="dxa"/>
            <w:shd w:val="clear" w:color="auto" w:fill="D9D9D9"/>
          </w:tcPr>
          <w:p w14:paraId="2802DD15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  <w:b/>
                <w:bCs/>
              </w:rPr>
              <w:t>Cantitate</w:t>
            </w:r>
          </w:p>
        </w:tc>
        <w:tc>
          <w:tcPr>
            <w:tcW w:w="1435" w:type="dxa"/>
            <w:shd w:val="clear" w:color="auto" w:fill="D9D9D9"/>
          </w:tcPr>
          <w:p w14:paraId="10E8355D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  <w:b/>
                <w:bCs/>
              </w:rPr>
              <w:t>Preţul unitar</w:t>
            </w:r>
            <w:r w:rsidRPr="00CF1252">
              <w:rPr>
                <w:rFonts w:asciiTheme="minorHAnsi" w:hAnsiTheme="minorHAnsi" w:cstheme="minorHAnsi"/>
                <w:b/>
                <w:bCs/>
              </w:rPr>
              <w:br/>
              <w:t>(fără T.V.A)</w:t>
            </w:r>
          </w:p>
        </w:tc>
        <w:tc>
          <w:tcPr>
            <w:tcW w:w="1176" w:type="dxa"/>
            <w:shd w:val="clear" w:color="auto" w:fill="D9D9D9"/>
          </w:tcPr>
          <w:p w14:paraId="3753F63F" w14:textId="77777777" w:rsidR="00CF1252" w:rsidRPr="00CF1252" w:rsidRDefault="00CF1252" w:rsidP="00CF1252">
            <w:pPr>
              <w:rPr>
                <w:rFonts w:asciiTheme="minorHAnsi" w:hAnsiTheme="minorHAnsi" w:cstheme="minorHAnsi"/>
                <w:b/>
                <w:bCs/>
              </w:rPr>
            </w:pPr>
            <w:r w:rsidRPr="00CF1252">
              <w:rPr>
                <w:rFonts w:asciiTheme="minorHAnsi" w:hAnsiTheme="minorHAnsi" w:cstheme="minorHAnsi"/>
                <w:b/>
                <w:bCs/>
              </w:rPr>
              <w:t>Valoare</w:t>
            </w:r>
          </w:p>
          <w:p w14:paraId="2B1A90FA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  <w:b/>
                <w:bCs/>
              </w:rPr>
              <w:t>totală</w:t>
            </w:r>
          </w:p>
        </w:tc>
        <w:tc>
          <w:tcPr>
            <w:tcW w:w="1729" w:type="dxa"/>
            <w:shd w:val="clear" w:color="auto" w:fill="D9D9D9"/>
          </w:tcPr>
          <w:p w14:paraId="3538823D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  <w:b/>
                <w:bCs/>
              </w:rPr>
              <w:t>Linia bugetară</w:t>
            </w:r>
          </w:p>
        </w:tc>
        <w:tc>
          <w:tcPr>
            <w:tcW w:w="1842" w:type="dxa"/>
            <w:shd w:val="clear" w:color="auto" w:fill="D9D9D9"/>
          </w:tcPr>
          <w:p w14:paraId="53E93992" w14:textId="77777777" w:rsidR="00CF1252" w:rsidRPr="00CF1252" w:rsidRDefault="00CF1252" w:rsidP="00CF1252">
            <w:pPr>
              <w:rPr>
                <w:rFonts w:asciiTheme="minorHAnsi" w:hAnsiTheme="minorHAnsi" w:cstheme="minorHAnsi"/>
                <w:lang w:val="en-US"/>
              </w:rPr>
            </w:pPr>
          </w:p>
          <w:tbl>
            <w:tblPr>
              <w:tblW w:w="3342" w:type="dxa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42"/>
            </w:tblGrid>
            <w:tr w:rsidR="00CF1252" w:rsidRPr="00CF1252" w14:paraId="0274B173" w14:textId="77777777" w:rsidTr="00F73DCA">
              <w:trPr>
                <w:trHeight w:val="80"/>
              </w:trPr>
              <w:tc>
                <w:tcPr>
                  <w:tcW w:w="3342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355286F5" w14:textId="77777777" w:rsidR="00CF1252" w:rsidRPr="00CF1252" w:rsidRDefault="00CF1252" w:rsidP="00CF1252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CF1252">
                    <w:rPr>
                      <w:rFonts w:asciiTheme="minorHAnsi" w:hAnsiTheme="minorHAnsi" w:cstheme="minorHAnsi"/>
                      <w:b/>
                      <w:bCs/>
                    </w:rPr>
                    <w:t>Tip Cheltuiala</w:t>
                  </w:r>
                </w:p>
                <w:p w14:paraId="3A103494" w14:textId="77777777" w:rsidR="00CF1252" w:rsidRPr="00CF1252" w:rsidRDefault="00CF1252" w:rsidP="00CF1252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  <w:p w14:paraId="1ABDE7DC" w14:textId="77777777" w:rsidR="00CF1252" w:rsidRPr="00CF1252" w:rsidRDefault="00CF1252" w:rsidP="00CF1252">
                  <w:pPr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CF1252">
                    <w:rPr>
                      <w:rFonts w:asciiTheme="minorHAnsi" w:hAnsiTheme="minorHAnsi" w:cstheme="minorHAnsi"/>
                      <w:b/>
                      <w:bCs/>
                    </w:rPr>
                    <w:t>Directe/indirecte</w:t>
                  </w:r>
                </w:p>
              </w:tc>
            </w:tr>
          </w:tbl>
          <w:p w14:paraId="51C84A0A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7" w:type="dxa"/>
            <w:shd w:val="clear" w:color="auto" w:fill="D9D9D9"/>
          </w:tcPr>
          <w:p w14:paraId="0BCD437F" w14:textId="77777777" w:rsidR="00CF1252" w:rsidRPr="00CF1252" w:rsidRDefault="00CF1252" w:rsidP="00CF1252">
            <w:pPr>
              <w:rPr>
                <w:rFonts w:asciiTheme="minorHAnsi" w:hAnsiTheme="minorHAnsi" w:cstheme="minorHAnsi"/>
                <w:b/>
                <w:bCs/>
              </w:rPr>
            </w:pPr>
            <w:r w:rsidRPr="00CF1252">
              <w:rPr>
                <w:rFonts w:asciiTheme="minorHAnsi" w:hAnsiTheme="minorHAnsi" w:cstheme="minorHAnsi"/>
                <w:b/>
                <w:bCs/>
              </w:rPr>
              <w:t>Eligibil/neeligibil</w:t>
            </w:r>
          </w:p>
          <w:p w14:paraId="5CA30BCB" w14:textId="77777777" w:rsidR="00CF1252" w:rsidRPr="00CF1252" w:rsidRDefault="00CF1252" w:rsidP="00CF1252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76084E79" w14:textId="77777777" w:rsidR="00CF1252" w:rsidRPr="00CF1252" w:rsidRDefault="00CF1252" w:rsidP="00CF1252">
            <w:pPr>
              <w:rPr>
                <w:rFonts w:asciiTheme="minorHAnsi" w:hAnsiTheme="minorHAnsi" w:cstheme="minorHAnsi"/>
                <w:b/>
                <w:bCs/>
              </w:rPr>
            </w:pPr>
            <w:r w:rsidRPr="00CF1252">
              <w:rPr>
                <w:rFonts w:asciiTheme="minorHAnsi" w:hAnsiTheme="minorHAnsi" w:cstheme="minorHAnsi"/>
                <w:b/>
                <w:bCs/>
              </w:rPr>
              <w:t>(</w:t>
            </w:r>
            <w:r w:rsidRPr="00CF1252">
              <w:rPr>
                <w:rFonts w:asciiTheme="minorHAnsi" w:hAnsiTheme="minorHAnsi" w:cstheme="minorHAnsi"/>
              </w:rPr>
              <w:t>se va menţiona suma inclusă pe eligibil şi suma inclusă pe neeligibil)</w:t>
            </w:r>
          </w:p>
          <w:p w14:paraId="37B76F18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  <w:b/>
                <w:bCs/>
              </w:rPr>
              <w:t>ACTIVITATEA DE BAZĂ (</w:t>
            </w:r>
            <w:r w:rsidRPr="00CF1252">
              <w:rPr>
                <w:rFonts w:asciiTheme="minorHAnsi" w:hAnsiTheme="minorHAnsi" w:cstheme="minorHAnsi"/>
              </w:rPr>
              <w:t>auxiliară activității de bază</w:t>
            </w:r>
            <w:r w:rsidRPr="00CF1252">
              <w:rPr>
                <w:rFonts w:asciiTheme="minorHAnsi" w:hAnsiTheme="minorHAnsi" w:cstheme="minorHAnsi"/>
                <w:b/>
                <w:bCs/>
              </w:rPr>
              <w:t>)/CONEXĂ ACTIVITĂȚII DE BAZĂ</w:t>
            </w:r>
          </w:p>
        </w:tc>
        <w:tc>
          <w:tcPr>
            <w:tcW w:w="1478" w:type="dxa"/>
            <w:shd w:val="clear" w:color="auto" w:fill="D9D9D9" w:themeFill="background1" w:themeFillShade="D9"/>
          </w:tcPr>
          <w:p w14:paraId="132DBE5E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  <w:b/>
                <w:bCs/>
              </w:rPr>
              <w:t>Domeniu de</w:t>
            </w:r>
            <w:r w:rsidRPr="00CF1252">
              <w:rPr>
                <w:rFonts w:asciiTheme="minorHAnsi" w:hAnsiTheme="minorHAnsi" w:cstheme="minorHAnsi"/>
              </w:rPr>
              <w:t xml:space="preserve"> </w:t>
            </w:r>
            <w:r w:rsidRPr="00CF1252">
              <w:rPr>
                <w:rFonts w:asciiTheme="minorHAnsi" w:hAnsiTheme="minorHAnsi" w:cstheme="minorHAnsi"/>
                <w:b/>
                <w:bCs/>
              </w:rPr>
              <w:t>interventie</w:t>
            </w:r>
          </w:p>
        </w:tc>
      </w:tr>
      <w:tr w:rsidR="00CF1252" w:rsidRPr="00CF1252" w14:paraId="1CDD2533" w14:textId="77777777" w:rsidTr="00F73DCA">
        <w:tc>
          <w:tcPr>
            <w:tcW w:w="608" w:type="dxa"/>
          </w:tcPr>
          <w:p w14:paraId="05E887A7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337" w:type="dxa"/>
          </w:tcPr>
          <w:p w14:paraId="44A8BBED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86" w:type="dxa"/>
          </w:tcPr>
          <w:p w14:paraId="183E5E06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127" w:type="dxa"/>
          </w:tcPr>
          <w:p w14:paraId="2BA9C760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435" w:type="dxa"/>
          </w:tcPr>
          <w:p w14:paraId="2B527462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76" w:type="dxa"/>
          </w:tcPr>
          <w:p w14:paraId="1547AA85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5(3x4)</w:t>
            </w:r>
          </w:p>
        </w:tc>
        <w:tc>
          <w:tcPr>
            <w:tcW w:w="1729" w:type="dxa"/>
          </w:tcPr>
          <w:p w14:paraId="79657EC3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842" w:type="dxa"/>
          </w:tcPr>
          <w:p w14:paraId="45BD05DC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917" w:type="dxa"/>
          </w:tcPr>
          <w:p w14:paraId="7F96AF0C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478" w:type="dxa"/>
          </w:tcPr>
          <w:p w14:paraId="52C64F4D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9</w:t>
            </w:r>
          </w:p>
        </w:tc>
      </w:tr>
      <w:tr w:rsidR="00CF1252" w:rsidRPr="00CF1252" w14:paraId="03427133" w14:textId="77777777" w:rsidTr="00F73DCA">
        <w:tc>
          <w:tcPr>
            <w:tcW w:w="14235" w:type="dxa"/>
            <w:gridSpan w:val="10"/>
          </w:tcPr>
          <w:p w14:paraId="6AE8E267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Echipamente și dotări</w:t>
            </w:r>
          </w:p>
        </w:tc>
      </w:tr>
      <w:tr w:rsidR="00CF1252" w:rsidRPr="00CF1252" w14:paraId="61CC33FE" w14:textId="77777777" w:rsidTr="00F73DCA">
        <w:tc>
          <w:tcPr>
            <w:tcW w:w="608" w:type="dxa"/>
          </w:tcPr>
          <w:p w14:paraId="26FD54AC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337" w:type="dxa"/>
          </w:tcPr>
          <w:p w14:paraId="5FA6053B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6" w:type="dxa"/>
          </w:tcPr>
          <w:p w14:paraId="7F23827E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7" w:type="dxa"/>
          </w:tcPr>
          <w:p w14:paraId="105228B7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35" w:type="dxa"/>
          </w:tcPr>
          <w:p w14:paraId="3AF0C195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6" w:type="dxa"/>
          </w:tcPr>
          <w:p w14:paraId="413F4772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33A4C3D8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52FA10BB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7" w:type="dxa"/>
          </w:tcPr>
          <w:p w14:paraId="5E60B8EA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3FA2C0D3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</w:tr>
      <w:tr w:rsidR="00CF1252" w:rsidRPr="00CF1252" w14:paraId="56B34E53" w14:textId="77777777" w:rsidTr="00F73DCA">
        <w:tc>
          <w:tcPr>
            <w:tcW w:w="608" w:type="dxa"/>
          </w:tcPr>
          <w:p w14:paraId="71F39334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37" w:type="dxa"/>
          </w:tcPr>
          <w:p w14:paraId="28631C5E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6" w:type="dxa"/>
          </w:tcPr>
          <w:p w14:paraId="7D43F9F7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7" w:type="dxa"/>
          </w:tcPr>
          <w:p w14:paraId="33D9854C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35" w:type="dxa"/>
          </w:tcPr>
          <w:p w14:paraId="3ADB8528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6" w:type="dxa"/>
          </w:tcPr>
          <w:p w14:paraId="1290337D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411401BA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379302B4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7" w:type="dxa"/>
          </w:tcPr>
          <w:p w14:paraId="1DDB8DD5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0ADCE113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</w:tr>
      <w:tr w:rsidR="00CF1252" w:rsidRPr="00CF1252" w14:paraId="3C3318AB" w14:textId="77777777" w:rsidTr="00F73DCA">
        <w:tc>
          <w:tcPr>
            <w:tcW w:w="608" w:type="dxa"/>
          </w:tcPr>
          <w:p w14:paraId="37D09760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1337" w:type="dxa"/>
          </w:tcPr>
          <w:p w14:paraId="584C13D1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6" w:type="dxa"/>
          </w:tcPr>
          <w:p w14:paraId="79A11FE0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7" w:type="dxa"/>
          </w:tcPr>
          <w:p w14:paraId="3550C43E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35" w:type="dxa"/>
          </w:tcPr>
          <w:p w14:paraId="76855FB4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6" w:type="dxa"/>
          </w:tcPr>
          <w:p w14:paraId="75B56CC8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4C1B202E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47AE515D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7" w:type="dxa"/>
          </w:tcPr>
          <w:p w14:paraId="05742FA9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555515D3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</w:tr>
      <w:tr w:rsidR="00CF1252" w:rsidRPr="00CF1252" w14:paraId="7A803CF6" w14:textId="77777777" w:rsidTr="00F73DCA">
        <w:tc>
          <w:tcPr>
            <w:tcW w:w="3658" w:type="dxa"/>
            <w:gridSpan w:val="4"/>
          </w:tcPr>
          <w:p w14:paraId="0F4629DF" w14:textId="77777777" w:rsidR="00CF1252" w:rsidRPr="00CF1252" w:rsidRDefault="00CF1252" w:rsidP="00CF1252">
            <w:pPr>
              <w:rPr>
                <w:rFonts w:asciiTheme="minorHAnsi" w:hAnsiTheme="minorHAnsi" w:cstheme="minorHAnsi"/>
                <w:b/>
                <w:bCs/>
              </w:rPr>
            </w:pPr>
            <w:r w:rsidRPr="00CF1252">
              <w:rPr>
                <w:rFonts w:asciiTheme="minorHAnsi" w:hAnsiTheme="minorHAnsi" w:cstheme="minorHAnsi"/>
                <w:b/>
                <w:bCs/>
              </w:rPr>
              <w:t>TOTAL</w:t>
            </w:r>
          </w:p>
        </w:tc>
        <w:tc>
          <w:tcPr>
            <w:tcW w:w="1435" w:type="dxa"/>
          </w:tcPr>
          <w:p w14:paraId="11C10A02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6" w:type="dxa"/>
          </w:tcPr>
          <w:p w14:paraId="35A9B8D5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4B248F81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54A236AE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7" w:type="dxa"/>
          </w:tcPr>
          <w:p w14:paraId="6E18A3D9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4252B896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</w:tr>
      <w:tr w:rsidR="00CF1252" w:rsidRPr="00CF1252" w14:paraId="02ACF058" w14:textId="77777777" w:rsidTr="00F73DCA">
        <w:tc>
          <w:tcPr>
            <w:tcW w:w="14235" w:type="dxa"/>
            <w:gridSpan w:val="10"/>
          </w:tcPr>
          <w:p w14:paraId="24AFADD8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Servicii</w:t>
            </w:r>
          </w:p>
        </w:tc>
      </w:tr>
      <w:tr w:rsidR="00CF1252" w:rsidRPr="00CF1252" w14:paraId="0736111C" w14:textId="77777777" w:rsidTr="00F73DCA">
        <w:tc>
          <w:tcPr>
            <w:tcW w:w="608" w:type="dxa"/>
          </w:tcPr>
          <w:p w14:paraId="3F8D0E46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337" w:type="dxa"/>
          </w:tcPr>
          <w:p w14:paraId="21697704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6" w:type="dxa"/>
          </w:tcPr>
          <w:p w14:paraId="660787ED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7" w:type="dxa"/>
          </w:tcPr>
          <w:p w14:paraId="49F68722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35" w:type="dxa"/>
          </w:tcPr>
          <w:p w14:paraId="11AAFCBF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6" w:type="dxa"/>
          </w:tcPr>
          <w:p w14:paraId="67AED33F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38EB0A01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2BEB9458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7" w:type="dxa"/>
          </w:tcPr>
          <w:p w14:paraId="07A6AE7E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2080C5EE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</w:tr>
      <w:tr w:rsidR="00CF1252" w:rsidRPr="00CF1252" w14:paraId="6041BC07" w14:textId="77777777" w:rsidTr="00F73DCA">
        <w:tc>
          <w:tcPr>
            <w:tcW w:w="608" w:type="dxa"/>
          </w:tcPr>
          <w:p w14:paraId="403B03E3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37" w:type="dxa"/>
          </w:tcPr>
          <w:p w14:paraId="3310F574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6" w:type="dxa"/>
          </w:tcPr>
          <w:p w14:paraId="2CA542C0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7" w:type="dxa"/>
          </w:tcPr>
          <w:p w14:paraId="5AFE90E5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35" w:type="dxa"/>
          </w:tcPr>
          <w:p w14:paraId="73099687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6" w:type="dxa"/>
          </w:tcPr>
          <w:p w14:paraId="51E0A41D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3204DC1B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7F7CBD0A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7" w:type="dxa"/>
          </w:tcPr>
          <w:p w14:paraId="6F6D228A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48D2F65A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</w:tr>
      <w:tr w:rsidR="00CF1252" w:rsidRPr="00CF1252" w14:paraId="234E515D" w14:textId="77777777" w:rsidTr="00F73DCA">
        <w:trPr>
          <w:trHeight w:val="452"/>
        </w:trPr>
        <w:tc>
          <w:tcPr>
            <w:tcW w:w="608" w:type="dxa"/>
          </w:tcPr>
          <w:p w14:paraId="54D73082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1337" w:type="dxa"/>
          </w:tcPr>
          <w:p w14:paraId="5E6CCE81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6" w:type="dxa"/>
          </w:tcPr>
          <w:p w14:paraId="0F3B1E8E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7" w:type="dxa"/>
          </w:tcPr>
          <w:p w14:paraId="6A0FF271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35" w:type="dxa"/>
          </w:tcPr>
          <w:p w14:paraId="00D4D67C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6" w:type="dxa"/>
          </w:tcPr>
          <w:p w14:paraId="00350913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0DA9CFF6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469BB5DE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7" w:type="dxa"/>
          </w:tcPr>
          <w:p w14:paraId="5E9CDB24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428FD795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</w:tr>
      <w:tr w:rsidR="00CF1252" w:rsidRPr="00CF1252" w14:paraId="3EB471C0" w14:textId="77777777" w:rsidTr="00F73DCA">
        <w:tc>
          <w:tcPr>
            <w:tcW w:w="3658" w:type="dxa"/>
            <w:gridSpan w:val="4"/>
          </w:tcPr>
          <w:p w14:paraId="0E941549" w14:textId="77777777" w:rsidR="00CF1252" w:rsidRPr="00CF1252" w:rsidRDefault="00CF1252" w:rsidP="00CF1252">
            <w:pPr>
              <w:rPr>
                <w:rFonts w:asciiTheme="minorHAnsi" w:hAnsiTheme="minorHAnsi" w:cstheme="minorHAnsi"/>
                <w:b/>
                <w:bCs/>
              </w:rPr>
            </w:pPr>
            <w:r w:rsidRPr="00CF1252">
              <w:rPr>
                <w:rFonts w:asciiTheme="minorHAnsi" w:hAnsiTheme="minorHAnsi" w:cstheme="minorHAnsi"/>
                <w:b/>
                <w:bCs/>
              </w:rPr>
              <w:t>TOTAL</w:t>
            </w:r>
          </w:p>
        </w:tc>
        <w:tc>
          <w:tcPr>
            <w:tcW w:w="1435" w:type="dxa"/>
          </w:tcPr>
          <w:p w14:paraId="62014358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6" w:type="dxa"/>
          </w:tcPr>
          <w:p w14:paraId="65817F27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33F7E27F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47B8E81F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7" w:type="dxa"/>
          </w:tcPr>
          <w:p w14:paraId="1BADB9C4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72BC5922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</w:tr>
      <w:tr w:rsidR="00CF1252" w:rsidRPr="00CF1252" w14:paraId="68BC711D" w14:textId="77777777" w:rsidTr="00F73DCA">
        <w:tc>
          <w:tcPr>
            <w:tcW w:w="14235" w:type="dxa"/>
            <w:gridSpan w:val="10"/>
          </w:tcPr>
          <w:p w14:paraId="2B7CAB18" w14:textId="5E5FDBE1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LUCRARI</w:t>
            </w:r>
            <w:r>
              <w:rPr>
                <w:rFonts w:asciiTheme="minorHAnsi" w:hAnsiTheme="minorHAnsi" w:cstheme="minorHAnsi"/>
              </w:rPr>
              <w:t xml:space="preserve"> -</w:t>
            </w:r>
            <w:r w:rsidRPr="00CF1252">
              <w:rPr>
                <w:rFonts w:asciiTheme="minorHAnsi" w:hAnsiTheme="minorHAnsi" w:cstheme="minorHAnsi"/>
                <w:color w:val="000000"/>
                <w:lang w:eastAsia="ro-RO"/>
              </w:rPr>
              <w:t xml:space="preserve"> </w:t>
            </w:r>
            <w:r w:rsidRPr="00CF1252">
              <w:rPr>
                <w:rFonts w:asciiTheme="minorHAnsi" w:hAnsiTheme="minorHAnsi" w:cstheme="minorHAnsi"/>
              </w:rPr>
              <w:t>Denumire obiect de investiţii</w:t>
            </w:r>
          </w:p>
        </w:tc>
      </w:tr>
      <w:tr w:rsidR="00CF1252" w:rsidRPr="00CF1252" w14:paraId="338CBC13" w14:textId="77777777" w:rsidTr="00F73DCA">
        <w:tc>
          <w:tcPr>
            <w:tcW w:w="608" w:type="dxa"/>
          </w:tcPr>
          <w:p w14:paraId="204C449F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lastRenderedPageBreak/>
              <w:t>1</w:t>
            </w:r>
          </w:p>
        </w:tc>
        <w:tc>
          <w:tcPr>
            <w:tcW w:w="1337" w:type="dxa"/>
          </w:tcPr>
          <w:p w14:paraId="28F14E7F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6" w:type="dxa"/>
          </w:tcPr>
          <w:p w14:paraId="4C5D2398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7" w:type="dxa"/>
          </w:tcPr>
          <w:p w14:paraId="2C2B66AC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35" w:type="dxa"/>
          </w:tcPr>
          <w:p w14:paraId="180E8FE8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6" w:type="dxa"/>
          </w:tcPr>
          <w:p w14:paraId="01B36C56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5B4FC36E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1E0948E7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7" w:type="dxa"/>
          </w:tcPr>
          <w:p w14:paraId="653E8CA6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2BA6A821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</w:tr>
      <w:tr w:rsidR="00CF1252" w:rsidRPr="00CF1252" w14:paraId="1308A838" w14:textId="77777777" w:rsidTr="00F73DCA">
        <w:tc>
          <w:tcPr>
            <w:tcW w:w="608" w:type="dxa"/>
          </w:tcPr>
          <w:p w14:paraId="391806AF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37" w:type="dxa"/>
          </w:tcPr>
          <w:p w14:paraId="69C542FC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6" w:type="dxa"/>
          </w:tcPr>
          <w:p w14:paraId="4FA7AE77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7" w:type="dxa"/>
          </w:tcPr>
          <w:p w14:paraId="6EDCDACD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35" w:type="dxa"/>
          </w:tcPr>
          <w:p w14:paraId="29C2E6EE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6" w:type="dxa"/>
          </w:tcPr>
          <w:p w14:paraId="35220710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7575B90A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4048B8BB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7" w:type="dxa"/>
          </w:tcPr>
          <w:p w14:paraId="40E3C0C4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7C66E914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</w:tr>
      <w:tr w:rsidR="00CF1252" w:rsidRPr="00CF1252" w14:paraId="17F7FE79" w14:textId="77777777" w:rsidTr="00F73DCA">
        <w:tc>
          <w:tcPr>
            <w:tcW w:w="608" w:type="dxa"/>
          </w:tcPr>
          <w:p w14:paraId="4E2A1AE0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  <w:r w:rsidRPr="00CF1252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1337" w:type="dxa"/>
          </w:tcPr>
          <w:p w14:paraId="4055D57F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6" w:type="dxa"/>
          </w:tcPr>
          <w:p w14:paraId="37EC45F9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7" w:type="dxa"/>
          </w:tcPr>
          <w:p w14:paraId="7E453D51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35" w:type="dxa"/>
          </w:tcPr>
          <w:p w14:paraId="414E40CA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6" w:type="dxa"/>
          </w:tcPr>
          <w:p w14:paraId="721862AA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2C8E196E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62726C99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7" w:type="dxa"/>
          </w:tcPr>
          <w:p w14:paraId="5ABD090A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2110AE36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</w:tr>
      <w:tr w:rsidR="004314E3" w:rsidRPr="00CF1252" w14:paraId="1B8BA437" w14:textId="77777777" w:rsidTr="00F73DCA">
        <w:tc>
          <w:tcPr>
            <w:tcW w:w="608" w:type="dxa"/>
          </w:tcPr>
          <w:p w14:paraId="02EC096A" w14:textId="77777777" w:rsidR="004314E3" w:rsidRPr="00CF1252" w:rsidRDefault="004314E3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37" w:type="dxa"/>
          </w:tcPr>
          <w:p w14:paraId="3431E1BA" w14:textId="77777777" w:rsidR="004314E3" w:rsidRPr="00CF1252" w:rsidRDefault="004314E3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6" w:type="dxa"/>
          </w:tcPr>
          <w:p w14:paraId="78AD7B94" w14:textId="77777777" w:rsidR="004314E3" w:rsidRPr="00CF1252" w:rsidRDefault="004314E3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7" w:type="dxa"/>
          </w:tcPr>
          <w:p w14:paraId="326AD9E6" w14:textId="77777777" w:rsidR="004314E3" w:rsidRPr="00CF1252" w:rsidRDefault="004314E3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35" w:type="dxa"/>
          </w:tcPr>
          <w:p w14:paraId="48360D38" w14:textId="77777777" w:rsidR="004314E3" w:rsidRPr="00CF1252" w:rsidRDefault="004314E3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6" w:type="dxa"/>
          </w:tcPr>
          <w:p w14:paraId="5CA5EDD1" w14:textId="77777777" w:rsidR="004314E3" w:rsidRPr="00CF1252" w:rsidRDefault="004314E3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64A147E9" w14:textId="77777777" w:rsidR="004314E3" w:rsidRPr="00CF1252" w:rsidRDefault="004314E3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1A509F72" w14:textId="77777777" w:rsidR="004314E3" w:rsidRPr="00CF1252" w:rsidRDefault="004314E3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7" w:type="dxa"/>
          </w:tcPr>
          <w:p w14:paraId="22019E2D" w14:textId="77777777" w:rsidR="004314E3" w:rsidRPr="00CF1252" w:rsidRDefault="004314E3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331DDBF2" w14:textId="77777777" w:rsidR="004314E3" w:rsidRPr="00CF1252" w:rsidRDefault="004314E3" w:rsidP="00CF1252">
            <w:pPr>
              <w:rPr>
                <w:rFonts w:asciiTheme="minorHAnsi" w:hAnsiTheme="minorHAnsi" w:cstheme="minorHAnsi"/>
              </w:rPr>
            </w:pPr>
          </w:p>
        </w:tc>
      </w:tr>
      <w:tr w:rsidR="00CF1252" w:rsidRPr="00CF1252" w14:paraId="3EEE5D13" w14:textId="77777777" w:rsidTr="00F73DCA">
        <w:tc>
          <w:tcPr>
            <w:tcW w:w="3658" w:type="dxa"/>
            <w:gridSpan w:val="4"/>
          </w:tcPr>
          <w:p w14:paraId="1FEA2BEB" w14:textId="77777777" w:rsidR="00CF1252" w:rsidRPr="00CF1252" w:rsidRDefault="00CF1252" w:rsidP="00CF1252">
            <w:pPr>
              <w:rPr>
                <w:rFonts w:asciiTheme="minorHAnsi" w:hAnsiTheme="minorHAnsi" w:cstheme="minorHAnsi"/>
                <w:b/>
                <w:bCs/>
              </w:rPr>
            </w:pPr>
            <w:r w:rsidRPr="00CF1252">
              <w:rPr>
                <w:rFonts w:asciiTheme="minorHAnsi" w:hAnsiTheme="minorHAnsi" w:cstheme="minorHAnsi"/>
                <w:b/>
                <w:bCs/>
              </w:rPr>
              <w:t>TOTAL</w:t>
            </w:r>
          </w:p>
        </w:tc>
        <w:tc>
          <w:tcPr>
            <w:tcW w:w="1435" w:type="dxa"/>
          </w:tcPr>
          <w:p w14:paraId="75A3A68B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6" w:type="dxa"/>
          </w:tcPr>
          <w:p w14:paraId="223909F9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01406975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1F1A525F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7" w:type="dxa"/>
          </w:tcPr>
          <w:p w14:paraId="4FD6C813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7DC663C4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</w:tr>
      <w:tr w:rsidR="00CF1252" w:rsidRPr="00CF1252" w14:paraId="79EFBCC2" w14:textId="77777777" w:rsidTr="00F73DCA">
        <w:tc>
          <w:tcPr>
            <w:tcW w:w="3658" w:type="dxa"/>
            <w:gridSpan w:val="4"/>
          </w:tcPr>
          <w:p w14:paraId="597579F1" w14:textId="77777777" w:rsidR="00CF1252" w:rsidRPr="00CF1252" w:rsidRDefault="00CF1252" w:rsidP="00CF1252">
            <w:pPr>
              <w:rPr>
                <w:rFonts w:asciiTheme="minorHAnsi" w:hAnsiTheme="minorHAnsi" w:cstheme="minorHAnsi"/>
                <w:b/>
                <w:bCs/>
              </w:rPr>
            </w:pPr>
            <w:r w:rsidRPr="00CF1252">
              <w:rPr>
                <w:rFonts w:asciiTheme="minorHAnsi" w:hAnsiTheme="minorHAnsi" w:cstheme="minorHAnsi"/>
                <w:b/>
                <w:bCs/>
              </w:rPr>
              <w:t>TOTAL GENERAL</w:t>
            </w:r>
          </w:p>
        </w:tc>
        <w:tc>
          <w:tcPr>
            <w:tcW w:w="1435" w:type="dxa"/>
          </w:tcPr>
          <w:p w14:paraId="0AD3FCCD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6" w:type="dxa"/>
          </w:tcPr>
          <w:p w14:paraId="01960DAF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74979171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14:paraId="75B395F5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7" w:type="dxa"/>
          </w:tcPr>
          <w:p w14:paraId="058CD1C4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8" w:type="dxa"/>
          </w:tcPr>
          <w:p w14:paraId="06580620" w14:textId="77777777" w:rsidR="00CF1252" w:rsidRPr="00CF1252" w:rsidRDefault="00CF1252" w:rsidP="00CF1252">
            <w:pPr>
              <w:rPr>
                <w:rFonts w:asciiTheme="minorHAnsi" w:hAnsiTheme="minorHAnsi" w:cstheme="minorHAnsi"/>
              </w:rPr>
            </w:pPr>
          </w:p>
        </w:tc>
      </w:tr>
    </w:tbl>
    <w:p w14:paraId="1E74E0BE" w14:textId="77777777" w:rsidR="00CF1252" w:rsidRPr="00CF1252" w:rsidRDefault="00CF1252" w:rsidP="00CF1252">
      <w:pPr>
        <w:rPr>
          <w:rFonts w:asciiTheme="minorHAnsi" w:hAnsiTheme="minorHAnsi" w:cstheme="minorHAnsi"/>
        </w:rPr>
      </w:pPr>
    </w:p>
    <w:p w14:paraId="04DE969E" w14:textId="77777777" w:rsidR="00CF1252" w:rsidRPr="00CF1252" w:rsidRDefault="00CF1252" w:rsidP="00CF1252">
      <w:pPr>
        <w:rPr>
          <w:rFonts w:asciiTheme="minorHAnsi" w:hAnsiTheme="minorHAnsi" w:cstheme="minorHAnsi"/>
        </w:rPr>
      </w:pPr>
    </w:p>
    <w:p w14:paraId="083C6D2B" w14:textId="77777777" w:rsidR="0009018B" w:rsidRPr="00FC2390" w:rsidRDefault="0009018B" w:rsidP="00376CFE">
      <w:pPr>
        <w:rPr>
          <w:rFonts w:asciiTheme="minorHAnsi" w:hAnsiTheme="minorHAnsi" w:cstheme="minorHAnsi"/>
        </w:rPr>
      </w:pPr>
    </w:p>
    <w:p w14:paraId="1134CDFC" w14:textId="77777777" w:rsidR="0009018B" w:rsidRPr="00FC2390" w:rsidRDefault="0009018B" w:rsidP="00376CFE">
      <w:pPr>
        <w:rPr>
          <w:rFonts w:asciiTheme="minorHAnsi" w:hAnsiTheme="minorHAnsi" w:cstheme="minorHAnsi"/>
        </w:rPr>
      </w:pPr>
    </w:p>
    <w:sectPr w:rsidR="0009018B" w:rsidRPr="00FC2390" w:rsidSect="004314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2127" w:left="212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CE94D" w14:textId="77777777" w:rsidR="00020F15" w:rsidRDefault="00020F15">
      <w:r>
        <w:separator/>
      </w:r>
    </w:p>
  </w:endnote>
  <w:endnote w:type="continuationSeparator" w:id="0">
    <w:p w14:paraId="0E87077E" w14:textId="77777777" w:rsidR="00020F15" w:rsidRDefault="00020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87D3A" w14:textId="77777777" w:rsidR="00EF4F6B" w:rsidRDefault="00EF4F6B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1095B330" w14:textId="77777777">
      <w:trPr>
        <w:cantSplit/>
        <w:trHeight w:hRule="exact" w:val="340"/>
        <w:hidden/>
      </w:trPr>
      <w:tc>
        <w:tcPr>
          <w:tcW w:w="9210" w:type="dxa"/>
        </w:tcPr>
        <w:p w14:paraId="5F35088B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5A07E11F" w14:textId="77777777" w:rsidR="00F12E7F" w:rsidRDefault="00387F6D" w:rsidP="00F12E7F">
    <w:pPr>
      <w:pStyle w:val="Subsol"/>
    </w:pPr>
    <w:r>
      <w:rPr>
        <w:lang w:eastAsia="ro-RO"/>
      </w:rPr>
      <w:drawing>
        <wp:anchor distT="0" distB="0" distL="114300" distR="114300" simplePos="0" relativeHeight="251664384" behindDoc="0" locked="0" layoutInCell="1" allowOverlap="1" wp14:anchorId="645697F3" wp14:editId="69102A5A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971136398" name="Imagine 971136398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C35C02C" wp14:editId="251A2D08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24EC04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35C02C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4624EC04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83E4599" wp14:editId="0800F98B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470B7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3E4599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58C470B7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71FFD2" wp14:editId="386FE937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26B09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DA0FC02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3F0AAFF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71FFD2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40126B09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DA0FC02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3F0AAFF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61312" behindDoc="0" locked="0" layoutInCell="1" allowOverlap="1" wp14:anchorId="3852B939" wp14:editId="58989C2B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089900730" name="Imagine 1089900730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54544D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0DBDE" w14:textId="77777777" w:rsidR="00072DDE" w:rsidRDefault="00387F6D">
    <w:pPr>
      <w:pStyle w:val="Subsol"/>
    </w:pPr>
    <w:r>
      <w:rPr>
        <w:lang w:eastAsia="ro-RO"/>
      </w:rPr>
      <w:drawing>
        <wp:anchor distT="0" distB="0" distL="114300" distR="114300" simplePos="0" relativeHeight="251659264" behindDoc="0" locked="0" layoutInCell="1" allowOverlap="1" wp14:anchorId="2E47EE67" wp14:editId="1891B7C4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1343589732" name="Imagine 134358973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943A595" wp14:editId="233414A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0D06C3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3A595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6F0D06C3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008339D" wp14:editId="75B0E0AE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98CD1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08339D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04D98CD1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DA85A77" wp14:editId="5EA34665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00753D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C9E8752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8BA0651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A85A77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6000753D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C9E8752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8BA0651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56192" behindDoc="0" locked="0" layoutInCell="1" allowOverlap="1" wp14:anchorId="38D06F40" wp14:editId="2F48CCEF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40930703" name="Imagine 1940930703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CF452" w14:textId="77777777" w:rsidR="00020F15" w:rsidRDefault="00020F15">
      <w:r>
        <w:separator/>
      </w:r>
    </w:p>
  </w:footnote>
  <w:footnote w:type="continuationSeparator" w:id="0">
    <w:p w14:paraId="09B1EA57" w14:textId="77777777" w:rsidR="00020F15" w:rsidRDefault="00020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AF64C" w14:textId="77777777" w:rsidR="00EF4F6B" w:rsidRDefault="00EF4F6B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5B9DD" w14:textId="77777777" w:rsidR="002B3BB9" w:rsidRPr="00851382" w:rsidRDefault="00387F6D">
    <w:pPr>
      <w:pStyle w:val="Antet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313649D9" wp14:editId="0ABBDE94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EAA8C5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43594D08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13649D9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16EAA8C5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43594D08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70461E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70461E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48A0C" w14:textId="77777777" w:rsidR="002B3BB9" w:rsidRDefault="00387F6D">
    <w:pPr>
      <w:pStyle w:val="Antet"/>
      <w:tabs>
        <w:tab w:val="clear" w:pos="4536"/>
        <w:tab w:val="clear" w:pos="9072"/>
        <w:tab w:val="left" w:pos="6473"/>
      </w:tabs>
    </w:pPr>
    <w:r>
      <w:rPr>
        <w:lang w:eastAsia="ro-RO"/>
      </w:rPr>
      <w:drawing>
        <wp:anchor distT="0" distB="0" distL="114300" distR="114300" simplePos="0" relativeHeight="251652096" behindDoc="0" locked="0" layoutInCell="1" allowOverlap="1" wp14:anchorId="71ABFD01" wp14:editId="6E15F1F7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029164146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3120" behindDoc="0" locked="0" layoutInCell="1" allowOverlap="1" wp14:anchorId="5AF0926E" wp14:editId="5A2E6FFC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88612329" name="Imagine 388612329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4144" behindDoc="0" locked="0" layoutInCell="1" allowOverlap="1" wp14:anchorId="428AF136" wp14:editId="67547636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61169350" name="Imagine 61169350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972644">
    <w:abstractNumId w:val="1"/>
  </w:num>
  <w:num w:numId="2" w16cid:durableId="1125195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20F15"/>
    <w:rsid w:val="00072DDE"/>
    <w:rsid w:val="00080850"/>
    <w:rsid w:val="0009018B"/>
    <w:rsid w:val="00094830"/>
    <w:rsid w:val="000C2AAE"/>
    <w:rsid w:val="000D42ED"/>
    <w:rsid w:val="001175F2"/>
    <w:rsid w:val="001357F6"/>
    <w:rsid w:val="00144BFD"/>
    <w:rsid w:val="00151494"/>
    <w:rsid w:val="001E7D06"/>
    <w:rsid w:val="002063AB"/>
    <w:rsid w:val="002B3BB9"/>
    <w:rsid w:val="002E07E9"/>
    <w:rsid w:val="002F1246"/>
    <w:rsid w:val="00351F71"/>
    <w:rsid w:val="00376CFE"/>
    <w:rsid w:val="00387F6D"/>
    <w:rsid w:val="003E2E03"/>
    <w:rsid w:val="004314E3"/>
    <w:rsid w:val="00474F02"/>
    <w:rsid w:val="00523BEA"/>
    <w:rsid w:val="005A6B00"/>
    <w:rsid w:val="005C21C9"/>
    <w:rsid w:val="005C7AFF"/>
    <w:rsid w:val="00643AC4"/>
    <w:rsid w:val="006B79B9"/>
    <w:rsid w:val="006F14B9"/>
    <w:rsid w:val="0070461E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CF1252"/>
    <w:rsid w:val="00D22014"/>
    <w:rsid w:val="00D94812"/>
    <w:rsid w:val="00DD113C"/>
    <w:rsid w:val="00E31672"/>
    <w:rsid w:val="00E753B1"/>
    <w:rsid w:val="00EF25AA"/>
    <w:rsid w:val="00EF4F6B"/>
    <w:rsid w:val="00EF6CD7"/>
    <w:rsid w:val="00F12E7F"/>
    <w:rsid w:val="00F63AF5"/>
    <w:rsid w:val="00FC2390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7B28A9F"/>
  <w15:chartTrackingRefBased/>
  <w15:docId w15:val="{B03C5E12-6A1E-40A2-865D-2FD83A79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table" w:styleId="Tabelgril">
    <w:name w:val="Table Grid"/>
    <w:basedOn w:val="TabelNormal"/>
    <w:rsid w:val="00CF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4A0CC-BD75-475D-895A-099EE4BE7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9</TotalTime>
  <Pages>2</Pages>
  <Words>118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901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Andreea Sicoe</cp:lastModifiedBy>
  <cp:revision>11</cp:revision>
  <cp:lastPrinted>2022-03-29T08:07:00Z</cp:lastPrinted>
  <dcterms:created xsi:type="dcterms:W3CDTF">2023-05-29T10:17:00Z</dcterms:created>
  <dcterms:modified xsi:type="dcterms:W3CDTF">2025-08-07T12:19:00Z</dcterms:modified>
</cp:coreProperties>
</file>